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064" w:rsidRPr="00870982" w:rsidRDefault="006B4020" w:rsidP="00BB0ACA">
      <w:pPr>
        <w:jc w:val="center"/>
        <w:rPr>
          <w:b/>
          <w:color w:val="000000" w:themeColor="text1"/>
          <w:sz w:val="28"/>
          <w:szCs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870982">
        <w:rPr>
          <w:b/>
          <w:color w:val="000000" w:themeColor="text1"/>
          <w:sz w:val="28"/>
          <w:szCs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Finian and the evil, monstrous C</w:t>
      </w:r>
      <w:r w:rsidR="00BB0ACA" w:rsidRPr="00870982">
        <w:rPr>
          <w:b/>
          <w:color w:val="000000" w:themeColor="text1"/>
          <w:sz w:val="28"/>
          <w:szCs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himera of Italy.</w:t>
      </w:r>
    </w:p>
    <w:p w:rsidR="00BB0ACA" w:rsidRPr="00BF4D29" w:rsidRDefault="00BB0ACA" w:rsidP="00BB0ACA">
      <w:pPr>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BF4D29">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900 years in the past in ancient Italy when the monsters roamed the land and giant man eating albatrosses ruled the skies, lived very little humans. One of them was a strong man called Finian that had magical powers. When he was a child his dad poiesiden </w:t>
      </w:r>
      <w:r w:rsidR="003A2064" w:rsidRPr="00BF4D29">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tried to teach Finian how to control the waves but he always seemed to fail. Poisieden and </w:t>
      </w:r>
      <w:r w:rsidR="00245034" w:rsidRPr="00BF4D29">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Zeus had</w:t>
      </w:r>
      <w:r w:rsidR="003A2064" w:rsidRPr="00BF4D29">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a </w:t>
      </w:r>
      <w:bookmarkStart w:id="0" w:name="_GoBack"/>
      <w:r w:rsidR="003A2064" w:rsidRPr="00BF4D29">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meeting to solve this problem but they couldn’t figure it out. They decided to execute him </w:t>
      </w:r>
      <w:bookmarkEnd w:id="0"/>
      <w:r w:rsidR="003A2064" w:rsidRPr="00BF4D29">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because he was no use to them. They sent a griffon to go and destroy Finian but Finian shot holes through the griffons head and butchered it with his lasers.</w:t>
      </w:r>
    </w:p>
    <w:p w:rsidR="003A2064" w:rsidRPr="00BF4D29" w:rsidRDefault="003A2064" w:rsidP="00BB0ACA">
      <w:pPr>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BF4D29">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Finian is very skilled, he is </w:t>
      </w:r>
      <w:r w:rsidR="00AD78A4" w:rsidRPr="00BF4D29">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involved</w:t>
      </w:r>
      <w:r w:rsidRPr="00BF4D29">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with </w:t>
      </w:r>
      <w:r w:rsidR="00AD78A4" w:rsidRPr="00BF4D29">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kung Fu and knows how to use a samurai sword. He can change his shape whenever he wants to, and can shoot green fire from his mouth and hands.</w:t>
      </w:r>
      <w:r w:rsidR="001A0A05" w:rsidRPr="00BF4D29">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Finian’s feet are so light that he can sneak up one people and run as fast as a cheetah. He can shoot lasers from his eyes and destroy things in seconds. He hardly ever kills and can’t fly he normally only harms.</w:t>
      </w:r>
    </w:p>
    <w:p w:rsidR="001A0A05" w:rsidRPr="00BF4D29" w:rsidRDefault="001A0A05" w:rsidP="00BB0ACA">
      <w:pPr>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BF4D29">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He</w:t>
      </w:r>
      <w:r w:rsidR="00AF35AA" w:rsidRPr="00BF4D29">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is on a quest to d</w:t>
      </w:r>
      <w:r w:rsidRPr="00BF4D29">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est</w:t>
      </w:r>
      <w:r w:rsidR="006B4020" w:rsidRPr="00BF4D29">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roy the evil C</w:t>
      </w:r>
      <w:r w:rsidR="00AF35AA" w:rsidRPr="00BF4D29">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himera and find a hidden cave concealing </w:t>
      </w:r>
      <w:r w:rsidR="00FE091B" w:rsidRPr="00BF4D29">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the belt</w:t>
      </w:r>
      <w:r w:rsidR="00AF35AA" w:rsidRPr="00BF4D29">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of immortal power. Finian is </w:t>
      </w:r>
      <w:r w:rsidR="00FE091B" w:rsidRPr="00BF4D29">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imperially prepared and is ready for the adventure he has a samurai sword, bow and arrow and special armour. He finds out that the only way to execute the chimera is to burn the eagle head and wet the dragon head. “</w:t>
      </w:r>
      <w:r w:rsidR="001818C2" w:rsidRPr="00BF4D29">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Than</w:t>
      </w:r>
      <w:r w:rsidR="001818C2">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k</w:t>
      </w:r>
      <w:r w:rsidR="001818C2" w:rsidRPr="00BF4D29">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you</w:t>
      </w:r>
      <w:r w:rsidR="00FE091B" w:rsidRPr="00BF4D29">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Finian replied to his wise sidekick talking tiger. He then set off to destroy</w:t>
      </w:r>
      <w:r w:rsidR="006B4020" w:rsidRPr="00BF4D29">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the C</w:t>
      </w:r>
      <w:r w:rsidR="009B10CC" w:rsidRPr="00BF4D29">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himera, he collected some more equipment as he travelled.</w:t>
      </w:r>
    </w:p>
    <w:p w:rsidR="009B10CC" w:rsidRPr="00BF4D29" w:rsidRDefault="009B10CC" w:rsidP="00BB0ACA">
      <w:pPr>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BF4D29">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As soon as he saw the chimera he knew that he was up for a hard fight. At first he </w:t>
      </w:r>
      <w:r w:rsidR="006B4020" w:rsidRPr="00BF4D29">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tried shooting an arrow at the C</w:t>
      </w:r>
      <w:r w:rsidRPr="00BF4D29">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himera, but it just bounced off its strong and feathery skin. The chimera’s dragon head turned and looked at Finian, the chimera started walking closer and closer. Finian knew he didn’t</w:t>
      </w:r>
      <w:r w:rsidR="006B4020" w:rsidRPr="00BF4D29">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have much time so he used most of his strength to shoot the special green fire from his hands at the Chimera. His aim was perfect, he had hit the Chi</w:t>
      </w:r>
      <w:r w:rsidR="00B14B5C" w:rsidRPr="00BF4D29">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mera right on the eagle head. N</w:t>
      </w:r>
      <w:r w:rsidR="006B4020" w:rsidRPr="00BF4D29">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ow all he needed to do was to drench the dragon head.</w:t>
      </w:r>
      <w:r w:rsidR="00B14B5C" w:rsidRPr="00BF4D29">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He wasn’t quick enough though, the dragon head had already shot a ball of fire at Finian. He was lucky enough to dodge it and throw a bucket with water in it straight onto the dragon head. Now Finian knew the Chimera was unable to move and almost dead and Finian could move on with his </w:t>
      </w:r>
      <w:r w:rsidR="002E02CB" w:rsidRPr="00BF4D29">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journey</w:t>
      </w:r>
      <w:r w:rsidR="00B14B5C" w:rsidRPr="00BF4D29">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w:t>
      </w:r>
    </w:p>
    <w:p w:rsidR="00B14B5C" w:rsidRPr="00BF4D29" w:rsidRDefault="00B14B5C" w:rsidP="00BB0ACA">
      <w:pPr>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BF4D29">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Before long Finian had found a giant cave hidden under moss and undergrowth,</w:t>
      </w:r>
      <w:r w:rsidR="009670F5" w:rsidRPr="00BF4D29">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tiny little monsters crawled around inside the cave. Finian decided to change shapes into a bat to blend in with the other creatures. He then used his kung Fu skills to scare away the small animals. He also killed some other and bigger monsters that were </w:t>
      </w:r>
      <w:r w:rsidR="002E02CB" w:rsidRPr="00BF4D29">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threatening</w:t>
      </w:r>
      <w:r w:rsidR="009670F5" w:rsidRPr="00BF4D29">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or stopping him.</w:t>
      </w:r>
    </w:p>
    <w:p w:rsidR="009670F5" w:rsidRPr="00BF4D29" w:rsidRDefault="009670F5" w:rsidP="00BB0ACA">
      <w:pPr>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BF4D29">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Finian found the hidden belt on a large rock. But as he neared it the belt started to float in the air. “This must be enchanted with </w:t>
      </w:r>
      <w:r w:rsidR="002E02CB" w:rsidRPr="00BF4D29">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magic” </w:t>
      </w:r>
      <w:r w:rsidR="00791009" w:rsidRPr="00BF4D29">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Finian thought. He knew that before long the monsters would be back and </w:t>
      </w:r>
      <w:r w:rsidR="002E02CB" w:rsidRPr="00BF4D29">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hungrier</w:t>
      </w:r>
      <w:r w:rsidR="00791009" w:rsidRPr="00BF4D29">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002E02CB" w:rsidRPr="00BF4D29">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than</w:t>
      </w:r>
      <w:r w:rsidR="00791009" w:rsidRPr="00BF4D29">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before. So he used his laser eyes to strike the </w:t>
      </w:r>
      <w:r w:rsidR="00791009" w:rsidRPr="00BF4D29">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lastRenderedPageBreak/>
        <w:t xml:space="preserve">belt right on the strap. Suddenly the belt feel to the ground with a big BANG. He lifted it up and felt a surge of power go through himself. Finian returned to his home and </w:t>
      </w:r>
      <w:r w:rsidR="002E02CB" w:rsidRPr="00BF4D29">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Zeus</w:t>
      </w:r>
      <w:r w:rsidR="00791009" w:rsidRPr="00BF4D29">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and </w:t>
      </w:r>
      <w:r w:rsidR="002E02CB" w:rsidRPr="00BF4D29">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Poseidon</w:t>
      </w:r>
      <w:r w:rsidR="00791009" w:rsidRPr="00BF4D29">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greeted him with a staff that turns people to </w:t>
      </w:r>
      <w:r w:rsidR="002E02CB" w:rsidRPr="00BF4D29">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stone.” It’s</w:t>
      </w:r>
      <w:r w:rsidR="00791009" w:rsidRPr="00BF4D29">
        <w:rPr>
          <w:color w:val="000000" w:themeColor="tex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called the medusa’s staff.” Declared Poseidon.</w:t>
      </w:r>
    </w:p>
    <w:p w:rsidR="00FE091B" w:rsidRPr="00BF4D29" w:rsidRDefault="00FE091B" w:rsidP="00BB0ACA">
      <w:pPr>
        <w:rPr>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rsidR="00AD78A4" w:rsidRPr="00BF4D29" w:rsidRDefault="00AD78A4" w:rsidP="00BB0ACA">
      <w:pPr>
        <w:rPr>
          <w:sz w:val="24"/>
          <w:szCs w:val="24"/>
          <w14:glow w14:rad="139700">
            <w14:schemeClr w14:val="accent3">
              <w14:alpha w14:val="60000"/>
              <w14:satMod w14:val="175000"/>
            </w14:schemeClr>
          </w14:glow>
        </w:rPr>
      </w:pPr>
    </w:p>
    <w:p w:rsidR="003A2064" w:rsidRPr="00BF4D29" w:rsidRDefault="003A2064" w:rsidP="00BB0ACA">
      <w:pPr>
        <w:rPr>
          <w:sz w:val="24"/>
          <w:szCs w:val="24"/>
          <w14:glow w14:rad="139700">
            <w14:schemeClr w14:val="accent3">
              <w14:alpha w14:val="60000"/>
              <w14:satMod w14:val="175000"/>
            </w14:schemeClr>
          </w14:glow>
        </w:rPr>
      </w:pPr>
    </w:p>
    <w:p w:rsidR="00BB0ACA" w:rsidRPr="00BF4D29" w:rsidRDefault="00BB0ACA" w:rsidP="00BB0ACA">
      <w:pPr>
        <w:jc w:val="center"/>
        <w:rPr>
          <w:sz w:val="24"/>
          <w:szCs w:val="24"/>
          <w14:glow w14:rad="139700">
            <w14:schemeClr w14:val="accent3">
              <w14:alpha w14:val="60000"/>
              <w14:satMod w14:val="175000"/>
            </w14:schemeClr>
          </w14:glow>
        </w:rPr>
      </w:pPr>
    </w:p>
    <w:p w:rsidR="00BB0ACA" w:rsidRPr="00BB0ACA" w:rsidRDefault="00BB0ACA" w:rsidP="00BB0ACA">
      <w:pPr>
        <w:jc w:val="center"/>
        <w:rPr>
          <w:sz w:val="28"/>
          <w:szCs w:val="28"/>
          <w14:glow w14:rad="139700">
            <w14:schemeClr w14:val="accent3">
              <w14:alpha w14:val="60000"/>
              <w14:satMod w14:val="175000"/>
            </w14:schemeClr>
          </w14:glow>
        </w:rPr>
      </w:pPr>
    </w:p>
    <w:sectPr w:rsidR="00BB0ACA" w:rsidRPr="00BB0AC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ACA"/>
    <w:rsid w:val="001818C2"/>
    <w:rsid w:val="001A0A05"/>
    <w:rsid w:val="00245034"/>
    <w:rsid w:val="002E02CB"/>
    <w:rsid w:val="003A2064"/>
    <w:rsid w:val="0052670B"/>
    <w:rsid w:val="006B3056"/>
    <w:rsid w:val="006B4020"/>
    <w:rsid w:val="00791009"/>
    <w:rsid w:val="007913B2"/>
    <w:rsid w:val="00870982"/>
    <w:rsid w:val="00927BBF"/>
    <w:rsid w:val="009670F5"/>
    <w:rsid w:val="009B10CC"/>
    <w:rsid w:val="00AD78A4"/>
    <w:rsid w:val="00AF35AA"/>
    <w:rsid w:val="00B14B5C"/>
    <w:rsid w:val="00BB0ACA"/>
    <w:rsid w:val="00BF4D29"/>
    <w:rsid w:val="00C45516"/>
    <w:rsid w:val="00FE091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63209-F8FB-4B77-9B4A-8C6CE3B1E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3A7D959</Template>
  <TotalTime>110</TotalTime>
  <Pages>2</Pages>
  <Words>493</Words>
  <Characters>2814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u_wkstn0001</dc:creator>
  <cp:keywords/>
  <dc:description/>
  <cp:lastModifiedBy>u_wkstn0001</cp:lastModifiedBy>
  <cp:revision>14</cp:revision>
  <dcterms:created xsi:type="dcterms:W3CDTF">2011-07-05T22:30:00Z</dcterms:created>
  <dcterms:modified xsi:type="dcterms:W3CDTF">2011-07-14T01:53:00Z</dcterms:modified>
</cp:coreProperties>
</file>